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F1E" w:rsidRPr="00E26449" w:rsidRDefault="003D2F1E" w:rsidP="00E26449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0055F2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_BW" style="width:33.75pt;height:47.25pt;visibility:visible">
            <v:imagedata r:id="rId5" o:title=""/>
          </v:shape>
        </w:pict>
      </w:r>
    </w:p>
    <w:p w:rsidR="003D2F1E" w:rsidRPr="00E26449" w:rsidRDefault="003D2F1E" w:rsidP="00E26449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3D2F1E" w:rsidRDefault="003D2F1E" w:rsidP="00E26449">
      <w:pPr>
        <w:spacing w:after="0" w:line="240" w:lineRule="auto"/>
        <w:jc w:val="center"/>
        <w:rPr>
          <w:rFonts w:ascii="Times New Roman" w:hAnsi="Times New Roman"/>
          <w:b/>
          <w:bCs/>
          <w:spacing w:val="-4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pacing w:val="-4"/>
          <w:sz w:val="28"/>
          <w:szCs w:val="28"/>
          <w:lang w:val="uk-UA"/>
        </w:rPr>
        <w:t>ГЛУХІВСЬКА РАЙОННА ДЕРЖАВНА АДМІНІСТРАЦІЯ</w:t>
      </w:r>
    </w:p>
    <w:p w:rsidR="003D2F1E" w:rsidRDefault="003D2F1E" w:rsidP="00E26449">
      <w:pPr>
        <w:spacing w:after="0" w:line="240" w:lineRule="auto"/>
        <w:jc w:val="center"/>
        <w:rPr>
          <w:rFonts w:ascii="Times New Roman" w:hAnsi="Times New Roman"/>
          <w:b/>
          <w:bCs/>
          <w:spacing w:val="-4"/>
          <w:sz w:val="28"/>
          <w:szCs w:val="28"/>
          <w:lang w:val="uk-UA"/>
        </w:rPr>
      </w:pPr>
      <w:r w:rsidRPr="00E26449">
        <w:rPr>
          <w:rFonts w:ascii="Times New Roman" w:hAnsi="Times New Roman"/>
          <w:b/>
          <w:bCs/>
          <w:spacing w:val="-4"/>
          <w:sz w:val="28"/>
          <w:szCs w:val="28"/>
        </w:rPr>
        <w:t>СУМСЬКОЇ ОБЛАСТІ</w:t>
      </w:r>
    </w:p>
    <w:p w:rsidR="003D2F1E" w:rsidRPr="00D4094D" w:rsidRDefault="003D2F1E" w:rsidP="00E26449">
      <w:pPr>
        <w:spacing w:after="0" w:line="240" w:lineRule="auto"/>
        <w:jc w:val="center"/>
        <w:rPr>
          <w:rFonts w:ascii="Times New Roman" w:hAnsi="Times New Roman"/>
          <w:b/>
          <w:bCs/>
          <w:spacing w:val="-4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pacing w:val="-4"/>
          <w:sz w:val="28"/>
          <w:szCs w:val="28"/>
          <w:lang w:val="uk-UA"/>
        </w:rPr>
        <w:t>ВІДДІЛ ОСВІТИ</w:t>
      </w:r>
    </w:p>
    <w:p w:rsidR="003D2F1E" w:rsidRPr="00E26449" w:rsidRDefault="003D2F1E" w:rsidP="00E26449">
      <w:pPr>
        <w:spacing w:after="0" w:line="240" w:lineRule="auto"/>
        <w:jc w:val="center"/>
        <w:rPr>
          <w:rFonts w:ascii="Times New Roman" w:hAnsi="Times New Roman"/>
          <w:b/>
          <w:spacing w:val="-4"/>
          <w:sz w:val="6"/>
          <w:szCs w:val="6"/>
        </w:rPr>
      </w:pPr>
    </w:p>
    <w:p w:rsidR="003D2F1E" w:rsidRPr="00305AED" w:rsidRDefault="003D2F1E" w:rsidP="00305AED">
      <w:pPr>
        <w:spacing w:after="0"/>
        <w:jc w:val="center"/>
        <w:rPr>
          <w:rFonts w:ascii="Times New Roman" w:hAnsi="Times New Roman"/>
          <w:spacing w:val="-2"/>
          <w:u w:val="single"/>
          <w:lang w:val="uk-UA"/>
        </w:rPr>
      </w:pPr>
      <w:r w:rsidRPr="00305AED">
        <w:rPr>
          <w:rFonts w:ascii="Times New Roman" w:hAnsi="Times New Roman"/>
          <w:spacing w:val="-2"/>
          <w:u w:val="single"/>
        </w:rPr>
        <w:t xml:space="preserve">вул. </w:t>
      </w:r>
      <w:r>
        <w:rPr>
          <w:rFonts w:ascii="Times New Roman" w:hAnsi="Times New Roman"/>
          <w:spacing w:val="-2"/>
          <w:u w:val="single"/>
          <w:lang w:val="uk-UA"/>
        </w:rPr>
        <w:t>Шевченка,</w:t>
      </w:r>
      <w:r w:rsidRPr="00305AED">
        <w:rPr>
          <w:rFonts w:ascii="Times New Roman" w:hAnsi="Times New Roman"/>
          <w:spacing w:val="-2"/>
          <w:u w:val="single"/>
        </w:rPr>
        <w:t xml:space="preserve"> 1</w:t>
      </w:r>
      <w:r>
        <w:rPr>
          <w:rFonts w:ascii="Times New Roman" w:hAnsi="Times New Roman"/>
          <w:spacing w:val="-2"/>
          <w:u w:val="single"/>
          <w:lang w:val="uk-UA"/>
        </w:rPr>
        <w:t>6а</w:t>
      </w:r>
      <w:r w:rsidRPr="00305AED">
        <w:rPr>
          <w:rFonts w:ascii="Times New Roman" w:hAnsi="Times New Roman"/>
          <w:spacing w:val="-2"/>
          <w:u w:val="single"/>
        </w:rPr>
        <w:t xml:space="preserve">, </w:t>
      </w:r>
      <w:r>
        <w:rPr>
          <w:rFonts w:ascii="Times New Roman" w:hAnsi="Times New Roman"/>
          <w:spacing w:val="-2"/>
          <w:u w:val="single"/>
          <w:lang w:val="uk-UA"/>
        </w:rPr>
        <w:t>м</w:t>
      </w:r>
      <w:r w:rsidRPr="00305AED">
        <w:rPr>
          <w:rFonts w:ascii="Times New Roman" w:hAnsi="Times New Roman"/>
          <w:spacing w:val="-2"/>
          <w:u w:val="single"/>
        </w:rPr>
        <w:t xml:space="preserve">. </w:t>
      </w:r>
      <w:r>
        <w:rPr>
          <w:rFonts w:ascii="Times New Roman" w:hAnsi="Times New Roman"/>
          <w:spacing w:val="-2"/>
          <w:u w:val="single"/>
          <w:lang w:val="uk-UA"/>
        </w:rPr>
        <w:t>Глухів</w:t>
      </w:r>
      <w:r w:rsidRPr="00305AED">
        <w:rPr>
          <w:rFonts w:ascii="Times New Roman" w:hAnsi="Times New Roman"/>
          <w:spacing w:val="-2"/>
          <w:u w:val="single"/>
        </w:rPr>
        <w:t>, 414</w:t>
      </w:r>
      <w:r>
        <w:rPr>
          <w:rFonts w:ascii="Times New Roman" w:hAnsi="Times New Roman"/>
          <w:spacing w:val="-2"/>
          <w:u w:val="single"/>
          <w:lang w:val="uk-UA"/>
        </w:rPr>
        <w:t>0</w:t>
      </w:r>
      <w:r w:rsidRPr="00305AED">
        <w:rPr>
          <w:rFonts w:ascii="Times New Roman" w:hAnsi="Times New Roman"/>
          <w:spacing w:val="-2"/>
          <w:u w:val="single"/>
        </w:rPr>
        <w:t xml:space="preserve">0,  тел. </w:t>
      </w:r>
      <w:r w:rsidRPr="00D4094D">
        <w:rPr>
          <w:rFonts w:ascii="Times New Roman" w:hAnsi="Times New Roman"/>
          <w:spacing w:val="-2"/>
          <w:u w:val="single"/>
          <w:lang w:val="en-US"/>
        </w:rPr>
        <w:t xml:space="preserve">(05444) </w:t>
      </w:r>
      <w:r>
        <w:rPr>
          <w:rFonts w:ascii="Times New Roman" w:hAnsi="Times New Roman"/>
          <w:spacing w:val="-2"/>
          <w:u w:val="single"/>
          <w:lang w:val="uk-UA"/>
        </w:rPr>
        <w:t>2-29-49</w:t>
      </w:r>
    </w:p>
    <w:p w:rsidR="003D2F1E" w:rsidRPr="00D4094D" w:rsidRDefault="003D2F1E" w:rsidP="00305AED">
      <w:pPr>
        <w:spacing w:after="0"/>
        <w:jc w:val="center"/>
        <w:rPr>
          <w:rFonts w:ascii="Times New Roman" w:hAnsi="Times New Roman"/>
          <w:spacing w:val="-2"/>
          <w:u w:val="single"/>
          <w:lang w:val="uk-UA"/>
        </w:rPr>
      </w:pPr>
      <w:r>
        <w:rPr>
          <w:rFonts w:ascii="Times New Roman" w:hAnsi="Times New Roman"/>
          <w:spacing w:val="-2"/>
          <w:u w:val="single"/>
          <w:lang w:val="en-US"/>
        </w:rPr>
        <w:t>e</w:t>
      </w:r>
      <w:r w:rsidRPr="00D4094D">
        <w:rPr>
          <w:rFonts w:ascii="Times New Roman" w:hAnsi="Times New Roman"/>
          <w:spacing w:val="-2"/>
          <w:u w:val="single"/>
          <w:lang w:val="en-US"/>
        </w:rPr>
        <w:t>-</w:t>
      </w:r>
      <w:r>
        <w:rPr>
          <w:rFonts w:ascii="Times New Roman" w:hAnsi="Times New Roman"/>
          <w:spacing w:val="-2"/>
          <w:u w:val="single"/>
          <w:lang w:val="en-US"/>
        </w:rPr>
        <w:t>mail</w:t>
      </w:r>
      <w:r w:rsidRPr="00D4094D">
        <w:rPr>
          <w:rFonts w:ascii="Times New Roman" w:hAnsi="Times New Roman"/>
          <w:spacing w:val="-2"/>
          <w:u w:val="single"/>
          <w:lang w:val="en-US"/>
        </w:rPr>
        <w:t xml:space="preserve">: </w:t>
      </w:r>
      <w:r w:rsidRPr="008567A3">
        <w:rPr>
          <w:lang w:val="en-US"/>
        </w:rPr>
        <w:t>glh.osvita@sm.gov.ua</w:t>
      </w:r>
      <w:r w:rsidRPr="00D4094D">
        <w:rPr>
          <w:rFonts w:ascii="Times New Roman" w:hAnsi="Times New Roman"/>
          <w:spacing w:val="-2"/>
          <w:lang w:val="uk-UA"/>
        </w:rPr>
        <w:t xml:space="preserve">, код </w:t>
      </w:r>
      <w:r w:rsidRPr="00D4094D">
        <w:rPr>
          <w:rFonts w:ascii="Times New Roman" w:hAnsi="Times New Roman"/>
          <w:sz w:val="26"/>
          <w:szCs w:val="26"/>
          <w:lang w:val="uk-UA"/>
        </w:rPr>
        <w:t>ЄДРПОУ  02147730</w:t>
      </w:r>
    </w:p>
    <w:p w:rsidR="003D2F1E" w:rsidRDefault="003D2F1E" w:rsidP="00E2644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889" w:type="dxa"/>
        <w:tblInd w:w="-142" w:type="dxa"/>
        <w:tblLayout w:type="fixed"/>
        <w:tblLook w:val="01E0"/>
      </w:tblPr>
      <w:tblGrid>
        <w:gridCol w:w="2050"/>
        <w:gridCol w:w="480"/>
        <w:gridCol w:w="2540"/>
        <w:gridCol w:w="992"/>
        <w:gridCol w:w="1559"/>
        <w:gridCol w:w="709"/>
        <w:gridCol w:w="1559"/>
      </w:tblGrid>
      <w:tr w:rsidR="003D2F1E" w:rsidRPr="006D5040" w:rsidTr="00807D2E">
        <w:tc>
          <w:tcPr>
            <w:tcW w:w="2050" w:type="dxa"/>
          </w:tcPr>
          <w:p w:rsidR="003D2F1E" w:rsidRPr="007B01BF" w:rsidRDefault="003D2F1E" w:rsidP="007B01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u w:val="single"/>
                <w:lang w:val="uk-UA"/>
              </w:rPr>
              <w:t>02.07</w:t>
            </w:r>
            <w:r w:rsidRPr="007B01BF">
              <w:rPr>
                <w:rFonts w:ascii="Times New Roman" w:hAnsi="Times New Roman"/>
                <w:sz w:val="28"/>
                <w:szCs w:val="24"/>
                <w:u w:val="single"/>
                <w:lang w:val="uk-UA"/>
              </w:rPr>
              <w:t>.201</w:t>
            </w:r>
            <w:r>
              <w:rPr>
                <w:rFonts w:ascii="Times New Roman" w:hAnsi="Times New Roman"/>
                <w:sz w:val="28"/>
                <w:szCs w:val="24"/>
                <w:u w:val="single"/>
                <w:lang w:val="uk-UA"/>
              </w:rPr>
              <w:t>8</w:t>
            </w:r>
          </w:p>
        </w:tc>
        <w:tc>
          <w:tcPr>
            <w:tcW w:w="480" w:type="dxa"/>
          </w:tcPr>
          <w:p w:rsidR="003D2F1E" w:rsidRPr="007B01BF" w:rsidRDefault="003D2F1E" w:rsidP="007B01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/>
              </w:rPr>
            </w:pPr>
            <w:r w:rsidRPr="007B01BF">
              <w:rPr>
                <w:rFonts w:ascii="Times New Roman" w:hAnsi="Times New Roman"/>
                <w:sz w:val="28"/>
                <w:szCs w:val="24"/>
                <w:lang w:val="uk-UA"/>
              </w:rPr>
              <w:t>№</w:t>
            </w:r>
          </w:p>
        </w:tc>
        <w:tc>
          <w:tcPr>
            <w:tcW w:w="2540" w:type="dxa"/>
          </w:tcPr>
          <w:p w:rsidR="003D2F1E" w:rsidRPr="007B01BF" w:rsidRDefault="003D2F1E" w:rsidP="007B01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4"/>
                <w:u w:val="single"/>
                <w:lang w:val="uk-UA"/>
              </w:rPr>
              <w:t>18-01-15/</w:t>
            </w:r>
          </w:p>
        </w:tc>
        <w:tc>
          <w:tcPr>
            <w:tcW w:w="992" w:type="dxa"/>
          </w:tcPr>
          <w:p w:rsidR="003D2F1E" w:rsidRPr="007B01BF" w:rsidRDefault="003D2F1E" w:rsidP="007B01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/>
              </w:rPr>
            </w:pPr>
            <w:r w:rsidRPr="007B01BF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На № </w:t>
            </w:r>
          </w:p>
        </w:tc>
        <w:tc>
          <w:tcPr>
            <w:tcW w:w="1559" w:type="dxa"/>
          </w:tcPr>
          <w:p w:rsidR="003D2F1E" w:rsidRPr="007B01BF" w:rsidRDefault="003D2F1E" w:rsidP="007B01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u w:val="single"/>
                <w:lang w:val="uk-UA"/>
              </w:rPr>
            </w:pPr>
          </w:p>
        </w:tc>
        <w:tc>
          <w:tcPr>
            <w:tcW w:w="709" w:type="dxa"/>
          </w:tcPr>
          <w:p w:rsidR="003D2F1E" w:rsidRPr="007B01BF" w:rsidRDefault="003D2F1E" w:rsidP="007B01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/>
              </w:rPr>
            </w:pPr>
            <w:r w:rsidRPr="007B01BF">
              <w:rPr>
                <w:rFonts w:ascii="Times New Roman" w:hAnsi="Times New Roman"/>
                <w:sz w:val="28"/>
                <w:szCs w:val="24"/>
                <w:lang w:val="uk-UA"/>
              </w:rPr>
              <w:t>від</w:t>
            </w:r>
          </w:p>
        </w:tc>
        <w:tc>
          <w:tcPr>
            <w:tcW w:w="1559" w:type="dxa"/>
          </w:tcPr>
          <w:p w:rsidR="003D2F1E" w:rsidRPr="007B01BF" w:rsidRDefault="003D2F1E" w:rsidP="007B01B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u w:val="single"/>
                <w:lang w:val="uk-UA"/>
              </w:rPr>
            </w:pPr>
          </w:p>
        </w:tc>
      </w:tr>
    </w:tbl>
    <w:p w:rsidR="003D2F1E" w:rsidRDefault="003D2F1E" w:rsidP="00E2644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4422" w:type="dxa"/>
        <w:tblInd w:w="5387" w:type="dxa"/>
        <w:tblLook w:val="00A0"/>
      </w:tblPr>
      <w:tblGrid>
        <w:gridCol w:w="4422"/>
      </w:tblGrid>
      <w:tr w:rsidR="003D2F1E" w:rsidRPr="006D5040" w:rsidTr="006D5040">
        <w:trPr>
          <w:trHeight w:val="993"/>
        </w:trPr>
        <w:tc>
          <w:tcPr>
            <w:tcW w:w="4422" w:type="dxa"/>
          </w:tcPr>
          <w:p w:rsidR="003D2F1E" w:rsidRPr="006D5040" w:rsidRDefault="003D2F1E" w:rsidP="006D504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Керівникам закладів загальної середньої освіти</w:t>
            </w:r>
          </w:p>
        </w:tc>
      </w:tr>
    </w:tbl>
    <w:p w:rsidR="003D2F1E" w:rsidRDefault="003D2F1E" w:rsidP="00E2644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D2F1E" w:rsidRDefault="003D2F1E" w:rsidP="00E26449">
      <w:pPr>
        <w:spacing w:after="0" w:line="240" w:lineRule="auto"/>
        <w:jc w:val="center"/>
        <w:rPr>
          <w:rFonts w:ascii="Times New Roman" w:hAnsi="Times New Roman"/>
          <w:sz w:val="28"/>
          <w:szCs w:val="24"/>
          <w:lang w:val="uk-UA"/>
        </w:rPr>
      </w:pPr>
    </w:p>
    <w:p w:rsidR="003D2F1E" w:rsidRDefault="003D2F1E" w:rsidP="00844CD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Відділ освіти Глухівської районної державної адміністрації надає інформацію для оприлюднення на своїх сайтах про використання бюджетних коштів (оплата придбання та послуг).</w:t>
      </w:r>
    </w:p>
    <w:p w:rsidR="003D2F1E" w:rsidRDefault="003D2F1E" w:rsidP="00844CD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3D2F1E" w:rsidRDefault="003D2F1E" w:rsidP="00807D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val="uk-UA"/>
        </w:rPr>
      </w:pPr>
    </w:p>
    <w:tbl>
      <w:tblPr>
        <w:tblW w:w="9639" w:type="dxa"/>
        <w:tblLook w:val="00A0"/>
      </w:tblPr>
      <w:tblGrid>
        <w:gridCol w:w="4252"/>
        <w:gridCol w:w="2835"/>
        <w:gridCol w:w="2552"/>
      </w:tblGrid>
      <w:tr w:rsidR="003D2F1E" w:rsidRPr="006D5040" w:rsidTr="006D5040">
        <w:tc>
          <w:tcPr>
            <w:tcW w:w="4252" w:type="dxa"/>
          </w:tcPr>
          <w:p w:rsidR="003D2F1E" w:rsidRPr="006D5040" w:rsidRDefault="003D2F1E" w:rsidP="006D504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  <w:lang w:val="uk-UA"/>
              </w:rPr>
            </w:pPr>
            <w:r w:rsidRPr="006D5040">
              <w:rPr>
                <w:rFonts w:ascii="Times New Roman" w:hAnsi="Times New Roman"/>
                <w:b/>
                <w:sz w:val="28"/>
                <w:szCs w:val="24"/>
                <w:lang w:val="uk-UA"/>
              </w:rPr>
              <w:t xml:space="preserve">Начальник відділу освіти </w:t>
            </w:r>
          </w:p>
        </w:tc>
        <w:tc>
          <w:tcPr>
            <w:tcW w:w="2835" w:type="dxa"/>
          </w:tcPr>
          <w:p w:rsidR="003D2F1E" w:rsidRPr="006D5040" w:rsidRDefault="003D2F1E" w:rsidP="006D504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3D2F1E" w:rsidRPr="006D5040" w:rsidRDefault="003D2F1E" w:rsidP="006D504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val="uk-UA"/>
              </w:rPr>
              <w:t>Н.М.Волончук</w:t>
            </w:r>
          </w:p>
        </w:tc>
      </w:tr>
    </w:tbl>
    <w:p w:rsidR="003D2F1E" w:rsidRDefault="003D2F1E" w:rsidP="00E330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3D2F1E" w:rsidRDefault="003D2F1E" w:rsidP="00E330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3D2F1E" w:rsidRDefault="003D2F1E" w:rsidP="00E330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3D2F1E" w:rsidRDefault="003D2F1E" w:rsidP="00E330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3D2F1E" w:rsidRDefault="003D2F1E" w:rsidP="00E330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3D2F1E" w:rsidRDefault="003D2F1E" w:rsidP="00E330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3D2F1E" w:rsidRDefault="003D2F1E" w:rsidP="00E330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3D2F1E" w:rsidRDefault="003D2F1E" w:rsidP="00E330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3D2F1E" w:rsidRDefault="003D2F1E" w:rsidP="00E330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3D2F1E" w:rsidRDefault="003D2F1E" w:rsidP="00E330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3D2F1E" w:rsidRDefault="003D2F1E" w:rsidP="00E330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3D2F1E" w:rsidRDefault="003D2F1E" w:rsidP="00E330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val="uk-UA"/>
        </w:rPr>
      </w:pPr>
    </w:p>
    <w:sectPr w:rsidR="003D2F1E" w:rsidSect="004F3B7C">
      <w:pgSz w:w="11906" w:h="16838"/>
      <w:pgMar w:top="22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C1693"/>
    <w:multiLevelType w:val="multilevel"/>
    <w:tmpl w:val="F7F29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55FD"/>
    <w:rsid w:val="000055F2"/>
    <w:rsid w:val="000208E5"/>
    <w:rsid w:val="000340B1"/>
    <w:rsid w:val="000E0424"/>
    <w:rsid w:val="000E7B47"/>
    <w:rsid w:val="0011180B"/>
    <w:rsid w:val="0012390E"/>
    <w:rsid w:val="0016391B"/>
    <w:rsid w:val="00167581"/>
    <w:rsid w:val="001721EA"/>
    <w:rsid w:val="00203913"/>
    <w:rsid w:val="00240F39"/>
    <w:rsid w:val="0027296B"/>
    <w:rsid w:val="002924C3"/>
    <w:rsid w:val="002B4DF1"/>
    <w:rsid w:val="002D4386"/>
    <w:rsid w:val="00305AED"/>
    <w:rsid w:val="00327CB3"/>
    <w:rsid w:val="00357245"/>
    <w:rsid w:val="00366B94"/>
    <w:rsid w:val="00377E87"/>
    <w:rsid w:val="003C010E"/>
    <w:rsid w:val="003C0D92"/>
    <w:rsid w:val="003C0FFE"/>
    <w:rsid w:val="003C7975"/>
    <w:rsid w:val="003D2F1E"/>
    <w:rsid w:val="00454395"/>
    <w:rsid w:val="00492CCF"/>
    <w:rsid w:val="004E7EF9"/>
    <w:rsid w:val="004F3B7C"/>
    <w:rsid w:val="00515DBD"/>
    <w:rsid w:val="00562879"/>
    <w:rsid w:val="005754B6"/>
    <w:rsid w:val="005B7AE3"/>
    <w:rsid w:val="00683098"/>
    <w:rsid w:val="006B5F84"/>
    <w:rsid w:val="006D5040"/>
    <w:rsid w:val="00733A70"/>
    <w:rsid w:val="00767374"/>
    <w:rsid w:val="007B01BF"/>
    <w:rsid w:val="007E4FFE"/>
    <w:rsid w:val="007E5E05"/>
    <w:rsid w:val="00807D2E"/>
    <w:rsid w:val="00844CD0"/>
    <w:rsid w:val="008567A3"/>
    <w:rsid w:val="0086516A"/>
    <w:rsid w:val="00876727"/>
    <w:rsid w:val="0088485F"/>
    <w:rsid w:val="008A05F3"/>
    <w:rsid w:val="008C3528"/>
    <w:rsid w:val="008D3F0A"/>
    <w:rsid w:val="008E38AD"/>
    <w:rsid w:val="00944402"/>
    <w:rsid w:val="009555FD"/>
    <w:rsid w:val="00971416"/>
    <w:rsid w:val="00983C75"/>
    <w:rsid w:val="009D234D"/>
    <w:rsid w:val="009F1D94"/>
    <w:rsid w:val="00A241B1"/>
    <w:rsid w:val="00A42537"/>
    <w:rsid w:val="00A55928"/>
    <w:rsid w:val="00A65469"/>
    <w:rsid w:val="00A6679F"/>
    <w:rsid w:val="00A83339"/>
    <w:rsid w:val="00AF7804"/>
    <w:rsid w:val="00B158A8"/>
    <w:rsid w:val="00B3233F"/>
    <w:rsid w:val="00B55F7A"/>
    <w:rsid w:val="00B74198"/>
    <w:rsid w:val="00BA6D7F"/>
    <w:rsid w:val="00C07BF8"/>
    <w:rsid w:val="00C35C0A"/>
    <w:rsid w:val="00CD5205"/>
    <w:rsid w:val="00D03F6F"/>
    <w:rsid w:val="00D4094D"/>
    <w:rsid w:val="00D611B6"/>
    <w:rsid w:val="00D81808"/>
    <w:rsid w:val="00E26449"/>
    <w:rsid w:val="00E33085"/>
    <w:rsid w:val="00E43353"/>
    <w:rsid w:val="00E83A0D"/>
    <w:rsid w:val="00F240E5"/>
    <w:rsid w:val="00F4505F"/>
    <w:rsid w:val="00F64E34"/>
    <w:rsid w:val="00F91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F7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55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555FD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"/>
    <w:uiPriority w:val="99"/>
    <w:rsid w:val="009D234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9D234D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4E7EF9"/>
    <w:rPr>
      <w:rFonts w:cs="Times New Roman"/>
      <w:color w:val="800080"/>
      <w:u w:val="single"/>
    </w:rPr>
  </w:style>
  <w:style w:type="table" w:styleId="TableGrid">
    <w:name w:val="Table Grid"/>
    <w:basedOn w:val="TableNormal"/>
    <w:uiPriority w:val="99"/>
    <w:rsid w:val="008D3F0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 Знак Знак Знак Знак Знак"/>
    <w:basedOn w:val="Normal"/>
    <w:uiPriority w:val="99"/>
    <w:rsid w:val="007B01BF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18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1</Pages>
  <Words>75</Words>
  <Characters>429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24</cp:revision>
  <cp:lastPrinted>2017-01-17T11:02:00Z</cp:lastPrinted>
  <dcterms:created xsi:type="dcterms:W3CDTF">2017-05-17T06:04:00Z</dcterms:created>
  <dcterms:modified xsi:type="dcterms:W3CDTF">2018-07-02T14:55:00Z</dcterms:modified>
</cp:coreProperties>
</file>